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FAF6DC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81406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3426DA0" w14:textId="062B6C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51E49">
        <w:rPr>
          <w:rFonts w:ascii="Corbel" w:hAnsi="Corbel"/>
          <w:i/>
          <w:smallCaps/>
          <w:sz w:val="24"/>
          <w:szCs w:val="24"/>
        </w:rPr>
        <w:t>20</w:t>
      </w:r>
      <w:r w:rsidR="002A4719">
        <w:rPr>
          <w:rFonts w:ascii="Corbel" w:hAnsi="Corbel"/>
          <w:i/>
          <w:smallCaps/>
          <w:sz w:val="24"/>
          <w:szCs w:val="24"/>
        </w:rPr>
        <w:t>19</w:t>
      </w:r>
      <w:r w:rsidR="00351E49">
        <w:rPr>
          <w:rFonts w:ascii="Corbel" w:hAnsi="Corbel"/>
          <w:i/>
          <w:smallCaps/>
          <w:sz w:val="24"/>
          <w:szCs w:val="24"/>
        </w:rPr>
        <w:t>-202</w:t>
      </w:r>
      <w:r w:rsidR="002A4719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767448B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615CFFE" w14:textId="4F2CA62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21585E">
        <w:rPr>
          <w:rFonts w:ascii="Corbel" w:hAnsi="Corbel"/>
          <w:sz w:val="20"/>
          <w:szCs w:val="20"/>
        </w:rPr>
        <w:t>202</w:t>
      </w:r>
      <w:r w:rsidR="002A4719">
        <w:rPr>
          <w:rFonts w:ascii="Corbel" w:hAnsi="Corbel"/>
          <w:sz w:val="20"/>
          <w:szCs w:val="20"/>
        </w:rPr>
        <w:t>1</w:t>
      </w:r>
      <w:r w:rsidR="00341124">
        <w:rPr>
          <w:rFonts w:ascii="Corbel" w:hAnsi="Corbel"/>
          <w:sz w:val="20"/>
          <w:szCs w:val="20"/>
        </w:rPr>
        <w:t>/</w:t>
      </w:r>
      <w:r w:rsidR="0021585E">
        <w:rPr>
          <w:rFonts w:ascii="Corbel" w:hAnsi="Corbel"/>
          <w:sz w:val="20"/>
          <w:szCs w:val="20"/>
        </w:rPr>
        <w:t>202</w:t>
      </w:r>
      <w:r w:rsidR="002A4719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6DD942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2E7720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CBCDD9B" w14:paraId="7CA0942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40E4A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80142" w:rsidRDefault="00AA02B6" w14:paraId="73541B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migowy – kurs </w:t>
            </w:r>
            <w:r w:rsidR="00680142">
              <w:rPr>
                <w:rFonts w:ascii="Corbel" w:hAnsi="Corbel"/>
                <w:b w:val="0"/>
                <w:sz w:val="24"/>
                <w:szCs w:val="24"/>
              </w:rPr>
              <w:t>zaawansowany</w:t>
            </w:r>
          </w:p>
        </w:tc>
      </w:tr>
      <w:tr w:rsidRPr="009C54AE" w:rsidR="0085747A" w:rsidTr="5CBCDD9B" w14:paraId="562DC4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5F8E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B43AC" w14:paraId="67DE4C9B" w14:textId="05FE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9B056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2A31" w:rsidR="00402A31">
              <w:rPr>
                <w:rFonts w:ascii="Corbel" w:hAnsi="Corbel"/>
                <w:b w:val="0"/>
                <w:sz w:val="24"/>
                <w:szCs w:val="24"/>
              </w:rPr>
              <w:t>[6]F_10</w:t>
            </w:r>
          </w:p>
        </w:tc>
      </w:tr>
      <w:tr w:rsidRPr="009C54AE" w:rsidR="0085747A" w:rsidTr="5CBCDD9B" w14:paraId="3262E3B3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4DC30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7E30D4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CBCDD9B" w14:paraId="308D70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C613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47E82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CBCDD9B" w14:paraId="0CF137E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0F12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064E82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5CBCDD9B" w14:paraId="09FCF3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CFB4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6EE95F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5CBCDD9B" w14:paraId="5A7E472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0788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640CCF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5CBCDD9B" w14:paraId="095A9DF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97CE3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072DF69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5CBCDD9B" w14:paraId="14D46D1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6B81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67075" w14:paraId="5B6034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Pr="009C54AE" w:rsidR="0085747A" w:rsidTr="5CBCDD9B" w14:paraId="7128C8B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6AB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7BFB42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fakultatywny</w:t>
            </w:r>
          </w:p>
        </w:tc>
      </w:tr>
      <w:tr w:rsidRPr="009C54AE" w:rsidR="00923D7D" w:rsidTr="5CBCDD9B" w14:paraId="54A34386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4A91B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A02B6" w14:paraId="268843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CBCDD9B" w14:paraId="00CE762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6256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55A6F33E" w14:textId="7EEED5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Pr="009C54AE" w:rsidR="0085747A" w:rsidTr="5CBCDD9B" w14:paraId="52AA25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978D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BCDD9B" w:rsidRDefault="00AA02B6" w14:paraId="50291226" w14:textId="1E57DE1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CBCDD9B" w:rsidR="2CD4A812">
              <w:rPr>
                <w:rFonts w:ascii="Corbel" w:hAnsi="Corbel"/>
                <w:b w:val="0"/>
                <w:bCs w:val="0"/>
                <w:sz w:val="24"/>
                <w:szCs w:val="24"/>
              </w:rPr>
              <w:t>Justyna Zając</w:t>
            </w:r>
          </w:p>
        </w:tc>
      </w:tr>
    </w:tbl>
    <w:p w:rsidRPr="009C54AE" w:rsidR="0085747A" w:rsidP="009C54AE" w:rsidRDefault="0085747A" w14:paraId="645EC1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24056E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9530CC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21CEF0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03C2E774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B09B7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EC813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CAC7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0A1F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F79DB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EA0F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E7158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60E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9C67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B2AA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4958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639E8" w14:paraId="641DCCE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AA02B6" w14:paraId="6735F7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1C698E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18900C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AA02B6" w14:paraId="692B16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35056D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2C4332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28F565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6935ED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54E8C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634E15" w14:paraId="001C98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FD68B3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4A7416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F84DB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67075" w14:paraId="66E1766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4639E8" w:rsidR="0085747A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F67075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Pr="004639E8" w:rsidR="0085747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Pr="009C54AE" w:rsidR="0085747A" w:rsidP="00F83B28" w:rsidRDefault="0085747A" w14:paraId="7288168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9D5DD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C9EDC2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639E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057092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4AB2B8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550CD2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CE5B82C" w14:textId="77777777">
        <w:tc>
          <w:tcPr>
            <w:tcW w:w="9670" w:type="dxa"/>
          </w:tcPr>
          <w:p w:rsidRPr="009C54AE" w:rsidR="0085747A" w:rsidP="009C54AE" w:rsidRDefault="00634E15" w14:paraId="47DBF29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Język migowy – kurs podstawowy</w:t>
            </w:r>
          </w:p>
          <w:p w:rsidRPr="009C54AE" w:rsidR="0085747A" w:rsidP="009C54AE" w:rsidRDefault="0085747A" w14:paraId="5BF764D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53D73E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391685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C5C7C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32576E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F4FCD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4639E8" w:rsidTr="004639E8" w14:paraId="4B9FD585" w14:textId="77777777">
        <w:tc>
          <w:tcPr>
            <w:tcW w:w="851" w:type="dxa"/>
            <w:vAlign w:val="center"/>
          </w:tcPr>
          <w:p w:rsidRPr="009C54AE" w:rsidR="004639E8" w:rsidP="009C54AE" w:rsidRDefault="004639E8" w14:paraId="4396B5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639E8" w:rsidR="004639E8" w:rsidP="00DA735E" w:rsidRDefault="004639E8" w14:paraId="07CFD80B" w14:textId="77777777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zapoznanie studentów z wiadomościami na temat różnic i zastosowania polskiego języka migowego i systemu językowo-migowego,</w:t>
            </w:r>
          </w:p>
        </w:tc>
      </w:tr>
      <w:tr w:rsidRPr="009C54AE" w:rsidR="004639E8" w:rsidTr="004639E8" w14:paraId="30C6C5EA" w14:textId="77777777">
        <w:tc>
          <w:tcPr>
            <w:tcW w:w="851" w:type="dxa"/>
            <w:vAlign w:val="center"/>
          </w:tcPr>
          <w:p w:rsidRPr="009C54AE" w:rsidR="004639E8" w:rsidP="009C54AE" w:rsidRDefault="004639E8" w14:paraId="4DCF19A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639E8" w:rsidR="004639E8" w:rsidP="00DA735E" w:rsidRDefault="004639E8" w14:paraId="1D17AFFA" w14:textId="77777777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Pr="009C54AE" w:rsidR="004639E8" w:rsidTr="004639E8" w14:paraId="1EDE5568" w14:textId="77777777">
        <w:tc>
          <w:tcPr>
            <w:tcW w:w="851" w:type="dxa"/>
            <w:vAlign w:val="center"/>
          </w:tcPr>
          <w:p w:rsidRPr="009C54AE" w:rsidR="004639E8" w:rsidP="009C54AE" w:rsidRDefault="004639E8" w14:paraId="54A36F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4639E8" w:rsidR="004639E8" w:rsidP="00DA735E" w:rsidRDefault="004639E8" w14:paraId="1CF5DAF9" w14:textId="77777777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:rsidRPr="009C54AE" w:rsidR="0085747A" w:rsidP="009C54AE" w:rsidRDefault="0085747A" w14:paraId="527F2D2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F5129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BD7966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59070EB7" w14:textId="77777777">
        <w:tc>
          <w:tcPr>
            <w:tcW w:w="1701" w:type="dxa"/>
            <w:vAlign w:val="center"/>
          </w:tcPr>
          <w:p w:rsidRPr="009C54AE" w:rsidR="0085747A" w:rsidP="009C54AE" w:rsidRDefault="0085747A" w14:paraId="38B2D6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FE72B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28EBD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BF592B" w:rsidTr="005E6E85" w14:paraId="25F094E4" w14:textId="77777777">
        <w:tc>
          <w:tcPr>
            <w:tcW w:w="1701" w:type="dxa"/>
          </w:tcPr>
          <w:p w:rsidRPr="009C54AE" w:rsidR="00BF592B" w:rsidP="009C54AE" w:rsidRDefault="00BF592B" w14:paraId="7ECC5A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BF592B" w:rsidP="00DA735E" w:rsidRDefault="00BF592B" w14:paraId="071EA8C6" w14:textId="7777777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ma elementarną wiedzę na temat kierowania własnym rozwojem, także w zakresie komunikacji z osobami z ograniczonymi kompetencjami językowymi w zakresie języka polskiego w formie fonicznej;    </w:t>
            </w:r>
          </w:p>
          <w:p w:rsidRPr="004639E8" w:rsidR="00341124" w:rsidP="00DA735E" w:rsidRDefault="00341124" w14:paraId="00C50A0D" w14:textId="562FAEEE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1873" w:type="dxa"/>
          </w:tcPr>
          <w:p w:rsidR="00BF592B" w:rsidRDefault="00BF592B" w14:paraId="221F4D98" w14:textId="607DC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341124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Pr="009C54AE" w:rsidR="00BF592B" w:rsidTr="005E6E85" w14:paraId="0A0628A6" w14:textId="77777777">
        <w:tc>
          <w:tcPr>
            <w:tcW w:w="1701" w:type="dxa"/>
          </w:tcPr>
          <w:p w:rsidRPr="009C54AE" w:rsidR="00BF592B" w:rsidP="009C54AE" w:rsidRDefault="00BF592B" w14:paraId="198CB7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639E8" w:rsidR="00BF592B" w:rsidP="00DA735E" w:rsidRDefault="00BF592B" w14:paraId="466A4758" w14:textId="7777777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umie posługiwać się znakami polskiego alfabetu palcowego, znakami liczebników głównych i porządkowych znakami ideograficznymi języka migowego wg zasad systemu językowo-migowego w sytuacjach tego wymagających w czasie realizacji zadań zawodowych;                                             </w:t>
            </w:r>
          </w:p>
        </w:tc>
        <w:tc>
          <w:tcPr>
            <w:tcW w:w="1873" w:type="dxa"/>
          </w:tcPr>
          <w:p w:rsidR="00BF592B" w:rsidRDefault="00BF592B" w14:paraId="763FD61E" w14:textId="4715D3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</w:t>
            </w:r>
            <w:r w:rsidR="00341124">
              <w:rPr>
                <w:rFonts w:ascii="Corbel" w:hAnsi="Corbel"/>
                <w:b w:val="0"/>
                <w:szCs w:val="24"/>
              </w:rPr>
              <w:t>10</w:t>
            </w:r>
          </w:p>
        </w:tc>
      </w:tr>
    </w:tbl>
    <w:p w:rsidRPr="009C54AE" w:rsidR="0085747A" w:rsidP="009C54AE" w:rsidRDefault="0085747A" w14:paraId="295223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F2B8B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4A2098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7549B9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E41BB6D" w14:textId="77777777">
        <w:tc>
          <w:tcPr>
            <w:tcW w:w="9639" w:type="dxa"/>
          </w:tcPr>
          <w:p w:rsidRPr="009C54AE" w:rsidR="0085747A" w:rsidP="009C54AE" w:rsidRDefault="0085747A" w14:paraId="33E1F35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E9D6CE3" w14:textId="77777777">
        <w:tc>
          <w:tcPr>
            <w:tcW w:w="9639" w:type="dxa"/>
          </w:tcPr>
          <w:p w:rsidRPr="009C54AE" w:rsidR="0085747A" w:rsidP="009C54AE" w:rsidRDefault="0085747A" w14:paraId="3AC04ED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7867380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DE20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69800C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E8A91C2" w14:textId="77777777">
        <w:tc>
          <w:tcPr>
            <w:tcW w:w="9639" w:type="dxa"/>
          </w:tcPr>
          <w:p w:rsidRPr="009C54AE" w:rsidR="0085747A" w:rsidP="009C54AE" w:rsidRDefault="0085747A" w14:paraId="3062EF7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639E8" w:rsidTr="00923D7D" w14:paraId="6B98CE8D" w14:textId="77777777">
        <w:tc>
          <w:tcPr>
            <w:tcW w:w="9639" w:type="dxa"/>
          </w:tcPr>
          <w:p w:rsidRPr="004639E8" w:rsidR="004639E8" w:rsidP="00DA735E" w:rsidRDefault="004639E8" w14:paraId="0506A947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Pr="009C54AE" w:rsidR="004639E8" w:rsidTr="00923D7D" w14:paraId="7F573D85" w14:textId="77777777">
        <w:tc>
          <w:tcPr>
            <w:tcW w:w="9639" w:type="dxa"/>
          </w:tcPr>
          <w:p w:rsidRPr="004639E8" w:rsidR="004639E8" w:rsidP="00DA735E" w:rsidRDefault="004639E8" w14:paraId="6038D52E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Pr="009C54AE" w:rsidR="004639E8" w:rsidTr="00923D7D" w14:paraId="3CBFDFFF" w14:textId="77777777">
        <w:tc>
          <w:tcPr>
            <w:tcW w:w="9639" w:type="dxa"/>
          </w:tcPr>
          <w:p w:rsidRPr="004639E8" w:rsidR="004639E8" w:rsidP="00DA735E" w:rsidRDefault="004639E8" w14:paraId="50E0022A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Kolejne znaki ideograficzne związane z problematyką pracy socjalnej (wywiad </w:t>
            </w:r>
            <w:r w:rsidRPr="004639E8"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z niesłyszącym klientem, pomoc podopiecznemu).</w:t>
            </w:r>
          </w:p>
        </w:tc>
      </w:tr>
    </w:tbl>
    <w:p w:rsidRPr="009C54AE" w:rsidR="0085747A" w:rsidP="009C54AE" w:rsidRDefault="0085747A" w14:paraId="280112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C24233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4639E8" w14:paraId="2166E1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:rsidRPr="009C54AE" w:rsidR="0085747A" w:rsidP="009C54AE" w:rsidRDefault="0085747A" w14:paraId="02E699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39CFE0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8CA23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DC2638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571690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AD6A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6FD845E" w14:textId="77777777">
        <w:tc>
          <w:tcPr>
            <w:tcW w:w="1985" w:type="dxa"/>
            <w:vAlign w:val="center"/>
          </w:tcPr>
          <w:p w:rsidRPr="009C54AE" w:rsidR="0085747A" w:rsidP="009C54AE" w:rsidRDefault="0071620A" w14:paraId="08DEE1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97A73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99CA7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9E0C9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FAFD1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639E8" w:rsidTr="00C05F44" w14:paraId="12E9C662" w14:textId="77777777">
        <w:tc>
          <w:tcPr>
            <w:tcW w:w="1985" w:type="dxa"/>
          </w:tcPr>
          <w:p w:rsidRPr="007D326B" w:rsidR="004639E8" w:rsidP="00DA735E" w:rsidRDefault="004639E8" w14:paraId="46CBB442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Pr="007D326B" w:rsidR="004639E8" w:rsidP="00DA735E" w:rsidRDefault="004639E8" w14:paraId="0FCF24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18C9D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4639E8" w:rsidTr="00C05F44" w14:paraId="5183AC24" w14:textId="77777777">
        <w:tc>
          <w:tcPr>
            <w:tcW w:w="1985" w:type="dxa"/>
          </w:tcPr>
          <w:p w:rsidRPr="007D326B" w:rsidR="004639E8" w:rsidP="00DA735E" w:rsidRDefault="004639E8" w14:paraId="2D6C5533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Pr="007D326B" w:rsidR="004639E8" w:rsidP="00DA735E" w:rsidRDefault="004639E8" w14:paraId="300D56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0AC8B9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436FD1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3BE14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E207BB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B7C00E2" w14:textId="77777777">
        <w:tc>
          <w:tcPr>
            <w:tcW w:w="9670" w:type="dxa"/>
          </w:tcPr>
          <w:p w:rsidRPr="004639E8" w:rsidR="0085747A" w:rsidP="004639E8" w:rsidRDefault="004639E8" w14:paraId="5F3626D1" w14:textId="77777777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:rsidRPr="009C54AE" w:rsidR="0085747A" w:rsidP="009C54AE" w:rsidRDefault="0085747A" w14:paraId="1F3AB9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AEEA76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097FF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564FB10" w14:textId="77777777">
        <w:tc>
          <w:tcPr>
            <w:tcW w:w="4962" w:type="dxa"/>
            <w:vAlign w:val="center"/>
          </w:tcPr>
          <w:p w:rsidRPr="009C54AE" w:rsidR="0085747A" w:rsidP="009C54AE" w:rsidRDefault="00C61DC5" w14:paraId="0238FF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FB8F3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56186FB" w14:textId="77777777">
        <w:tc>
          <w:tcPr>
            <w:tcW w:w="4962" w:type="dxa"/>
          </w:tcPr>
          <w:p w:rsidRPr="009C54AE" w:rsidR="0085747A" w:rsidP="009C54AE" w:rsidRDefault="00C61DC5" w14:paraId="1E0069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639E8" w14:paraId="10CFF7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B9DBB47" w14:textId="77777777">
        <w:tc>
          <w:tcPr>
            <w:tcW w:w="4962" w:type="dxa"/>
          </w:tcPr>
          <w:p w:rsidRPr="009C54AE" w:rsidR="00C61DC5" w:rsidP="009C54AE" w:rsidRDefault="00C61DC5" w14:paraId="5983FE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7B66C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67075" w14:paraId="6C5DF5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68A33AC6" w14:textId="77777777">
        <w:tc>
          <w:tcPr>
            <w:tcW w:w="4962" w:type="dxa"/>
          </w:tcPr>
          <w:p w:rsidRPr="009C54AE" w:rsidR="0071620A" w:rsidP="009C54AE" w:rsidRDefault="00C61DC5" w14:paraId="1D267A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83EBC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67075" w14:paraId="49CA15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Pr="009C54AE" w:rsidR="0085747A" w:rsidTr="00923D7D" w14:paraId="70A4A402" w14:textId="77777777">
        <w:tc>
          <w:tcPr>
            <w:tcW w:w="4962" w:type="dxa"/>
          </w:tcPr>
          <w:p w:rsidRPr="009C54AE" w:rsidR="0085747A" w:rsidP="009C54AE" w:rsidRDefault="0085747A" w14:paraId="5912A6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634E15" w14:paraId="3B8B78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5EA17EE5" w14:textId="77777777">
        <w:tc>
          <w:tcPr>
            <w:tcW w:w="4962" w:type="dxa"/>
          </w:tcPr>
          <w:p w:rsidRPr="009C54AE" w:rsidR="0085747A" w:rsidP="009C54AE" w:rsidRDefault="0085747A" w14:paraId="7734D2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34E15" w14:paraId="407835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48E12A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6F37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AB16D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3B4BBA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0B3EEB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79074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BDDA2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773140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1DAF8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7879E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14D4A0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C22B7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ADDC5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17BD31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883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835"/>
      </w:tblGrid>
      <w:tr w:rsidRPr="004639E8" w:rsidR="00761016" w:rsidTr="009C672C" w14:paraId="6AED8AEF" w14:textId="77777777">
        <w:trPr>
          <w:trHeight w:val="397"/>
        </w:trPr>
        <w:tc>
          <w:tcPr>
            <w:tcW w:w="8835" w:type="dxa"/>
          </w:tcPr>
          <w:p w:rsidRPr="004639E8" w:rsidR="00761016" w:rsidP="009C672C" w:rsidRDefault="00761016" w14:paraId="591646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639E8" w:rsidR="00761016" w:rsidP="009C672C" w:rsidRDefault="00761016" w14:paraId="468A778E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761016" w:rsidP="009C672C" w:rsidRDefault="00761016" w14:paraId="49194EB6" w14:textId="77777777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639E8" w:rsidR="00761016" w:rsidTr="009C672C" w14:paraId="443F91D2" w14:textId="77777777">
        <w:trPr>
          <w:trHeight w:val="397"/>
        </w:trPr>
        <w:tc>
          <w:tcPr>
            <w:tcW w:w="8835" w:type="dxa"/>
          </w:tcPr>
          <w:p w:rsidRPr="004639E8" w:rsidR="00761016" w:rsidP="009C672C" w:rsidRDefault="00761016" w14:paraId="35F7E5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1016" w:rsidP="009C672C" w:rsidRDefault="00761016" w14:paraId="022ADCC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761016" w:rsidP="009C672C" w:rsidRDefault="00761016" w14:paraId="416469E7" w14:textId="77777777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:rsidRPr="009C54AE" w:rsidR="00761016" w:rsidP="009C54AE" w:rsidRDefault="00761016" w14:paraId="671CDB4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C45A61" w:rsidRDefault="0085747A" w14:paraId="50143010" w14:textId="08AAA91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84AFC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133E" w:rsidP="00C16ABF" w:rsidRDefault="00C3133E" w14:paraId="63F83286" w14:textId="77777777">
      <w:pPr>
        <w:spacing w:after="0" w:line="240" w:lineRule="auto"/>
      </w:pPr>
      <w:r>
        <w:separator/>
      </w:r>
    </w:p>
  </w:endnote>
  <w:endnote w:type="continuationSeparator" w:id="0">
    <w:p w:rsidR="00C3133E" w:rsidP="00C16ABF" w:rsidRDefault="00C3133E" w14:paraId="64C3DA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133E" w:rsidP="00C16ABF" w:rsidRDefault="00C3133E" w14:paraId="573E8B61" w14:textId="77777777">
      <w:pPr>
        <w:spacing w:after="0" w:line="240" w:lineRule="auto"/>
      </w:pPr>
      <w:r>
        <w:separator/>
      </w:r>
    </w:p>
  </w:footnote>
  <w:footnote w:type="continuationSeparator" w:id="0">
    <w:p w:rsidR="00C3133E" w:rsidP="00C16ABF" w:rsidRDefault="00C3133E" w14:paraId="655AF75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3C3C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151"/>
    <w:rsid w:val="001A70D2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471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D5C"/>
    <w:rsid w:val="004362C6"/>
    <w:rsid w:val="00437FA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016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5C70"/>
    <w:rsid w:val="00986776"/>
    <w:rsid w:val="00997F14"/>
    <w:rsid w:val="009A78D9"/>
    <w:rsid w:val="009B0569"/>
    <w:rsid w:val="009B43AC"/>
    <w:rsid w:val="009C3E31"/>
    <w:rsid w:val="009C54AE"/>
    <w:rsid w:val="009C788E"/>
    <w:rsid w:val="009D3F3B"/>
    <w:rsid w:val="009E0543"/>
    <w:rsid w:val="009E3B41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3133E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2EFD"/>
    <w:rsid w:val="00CA5089"/>
    <w:rsid w:val="00CD6897"/>
    <w:rsid w:val="00CE5BAC"/>
    <w:rsid w:val="00CF25BE"/>
    <w:rsid w:val="00CF78ED"/>
    <w:rsid w:val="00D02B25"/>
    <w:rsid w:val="00D02EBA"/>
    <w:rsid w:val="00D07EE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7"/>
    <w:rsid w:val="00DE09C0"/>
    <w:rsid w:val="00DE4A14"/>
    <w:rsid w:val="00DF320D"/>
    <w:rsid w:val="00DF71C8"/>
    <w:rsid w:val="00E129B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  <w:rsid w:val="2CD4A812"/>
    <w:rsid w:val="5CBCD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7E3F"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B2368-CAE2-4EEF-98BE-63DEDA98F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EBD3B-924E-4C02-93BB-5CC2B4D31136}"/>
</file>

<file path=customXml/itemProps3.xml><?xml version="1.0" encoding="utf-8"?>
<ds:datastoreItem xmlns:ds="http://schemas.openxmlformats.org/officeDocument/2006/customXml" ds:itemID="{EC6B2472-2B2D-46F0-B210-B5817E3BD04B}"/>
</file>

<file path=customXml/itemProps4.xml><?xml version="1.0" encoding="utf-8"?>
<ds:datastoreItem xmlns:ds="http://schemas.openxmlformats.org/officeDocument/2006/customXml" ds:itemID="{EF4366F6-4803-473B-B524-77FA560744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6</revision>
  <lastPrinted>2019-02-06T12:12:00.0000000Z</lastPrinted>
  <dcterms:created xsi:type="dcterms:W3CDTF">2020-10-28T04:53:00.0000000Z</dcterms:created>
  <dcterms:modified xsi:type="dcterms:W3CDTF">2021-10-05T17:07:16.7641664Z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